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C68" w:rsidRPr="0059039C" w:rsidRDefault="00034C68" w:rsidP="00034C68">
      <w:pPr>
        <w:shd w:val="clear" w:color="auto" w:fill="FFFFFF"/>
        <w:spacing w:line="264" w:lineRule="exact"/>
        <w:ind w:left="23"/>
        <w:jc w:val="center"/>
        <w:rPr>
          <w:rStyle w:val="a4"/>
          <w:b/>
          <w:i w:val="0"/>
        </w:rPr>
      </w:pPr>
      <w:r w:rsidRPr="0059039C">
        <w:rPr>
          <w:b/>
          <w:bCs/>
          <w:color w:val="000000"/>
          <w:spacing w:val="-1"/>
        </w:rPr>
        <w:t xml:space="preserve">ИНСТРУКЦИЯ </w:t>
      </w:r>
      <w:r w:rsidRPr="0059039C">
        <w:rPr>
          <w:b/>
          <w:color w:val="000000"/>
          <w:spacing w:val="-1"/>
        </w:rPr>
        <w:t>№</w:t>
      </w:r>
      <w:r w:rsidRPr="0059039C">
        <w:rPr>
          <w:rStyle w:val="a4"/>
          <w:i w:val="0"/>
        </w:rPr>
        <w:t xml:space="preserve"> </w:t>
      </w:r>
      <w:r w:rsidR="0059039C" w:rsidRPr="0059039C">
        <w:rPr>
          <w:rStyle w:val="a4"/>
          <w:b/>
          <w:i w:val="0"/>
        </w:rPr>
        <w:t>17.9</w:t>
      </w:r>
    </w:p>
    <w:p w:rsidR="00034C68" w:rsidRPr="00034C68" w:rsidRDefault="00961606" w:rsidP="00034C68">
      <w:pPr>
        <w:jc w:val="center"/>
        <w:rPr>
          <w:b/>
          <w:i/>
        </w:rPr>
      </w:pPr>
      <w:r>
        <w:rPr>
          <w:rStyle w:val="a4"/>
          <w:b/>
          <w:i w:val="0"/>
        </w:rPr>
        <w:t>п</w:t>
      </w:r>
      <w:r w:rsidR="00034C68" w:rsidRPr="00034C68">
        <w:rPr>
          <w:rStyle w:val="a4"/>
          <w:b/>
          <w:i w:val="0"/>
        </w:rPr>
        <w:t>о правилам</w:t>
      </w:r>
      <w:r w:rsidR="00034C68" w:rsidRPr="00034C68">
        <w:rPr>
          <w:b/>
          <w:i/>
          <w:color w:val="000000"/>
          <w:spacing w:val="4"/>
        </w:rPr>
        <w:t xml:space="preserve"> </w:t>
      </w:r>
      <w:r w:rsidR="00034C68" w:rsidRPr="00034C68">
        <w:rPr>
          <w:b/>
          <w:color w:val="000000"/>
          <w:spacing w:val="4"/>
        </w:rPr>
        <w:t>безопасного</w:t>
      </w:r>
      <w:r w:rsidR="00034C68" w:rsidRPr="00034C68">
        <w:rPr>
          <w:rStyle w:val="a4"/>
          <w:b/>
          <w:i w:val="0"/>
        </w:rPr>
        <w:t xml:space="preserve"> поведения в гололед</w:t>
      </w:r>
      <w:r w:rsidR="00034C68" w:rsidRPr="00034C68">
        <w:rPr>
          <w:b/>
          <w:i/>
        </w:rPr>
        <w:t xml:space="preserve">, </w:t>
      </w:r>
      <w:r w:rsidR="00034C68" w:rsidRPr="00034C68">
        <w:rPr>
          <w:rStyle w:val="a4"/>
          <w:b/>
          <w:i w:val="0"/>
        </w:rPr>
        <w:t>при падении снега</w:t>
      </w:r>
      <w:r w:rsidR="00034C68" w:rsidRPr="00034C68">
        <w:rPr>
          <w:b/>
          <w:i/>
        </w:rPr>
        <w:t xml:space="preserve">, </w:t>
      </w:r>
      <w:r w:rsidR="00034C68" w:rsidRPr="00034C68">
        <w:rPr>
          <w:rStyle w:val="a4"/>
          <w:b/>
          <w:i w:val="0"/>
        </w:rPr>
        <w:t xml:space="preserve">сосулек и наледи с крыш </w:t>
      </w:r>
      <w:r>
        <w:rPr>
          <w:rStyle w:val="a4"/>
          <w:b/>
          <w:i w:val="0"/>
        </w:rPr>
        <w:t>зданий</w:t>
      </w:r>
    </w:p>
    <w:p w:rsidR="00034C68" w:rsidRDefault="00034C68" w:rsidP="00034C68">
      <w:pPr>
        <w:pStyle w:val="book"/>
        <w:jc w:val="both"/>
      </w:pPr>
      <w:r w:rsidRPr="007E058A">
        <w:rPr>
          <w:b/>
        </w:rPr>
        <w:t>1.</w:t>
      </w:r>
      <w:r>
        <w:t xml:space="preserve"> Прежде всего, надо быть особенно осторожным, чтобы уберечься в гололедицу</w:t>
      </w:r>
      <w:proofErr w:type="gramStart"/>
      <w:r>
        <w:t xml:space="preserve">.. </w:t>
      </w:r>
      <w:proofErr w:type="gramEnd"/>
      <w:r>
        <w:t xml:space="preserve">Утром лучше встать пораньше, чтобы не спешить в школу, не бежать к остановке трамвая или автобуса. Старайтесь ходить медленно, ступая на всю подошву. Не поднимайте высоко ноги, расставляйте носки под некоторым углом наружу, слегка сгибая ноги в коленях. На наиболее скользких и гладких участках не отрывайте ноги от обледеневшей поверхности, скользите по ней, как на лыжах. Немного наклоняйте корпус вперед, чтобы центр тяжести был перед ногами. Не держите руки в карманах, так как при падении не хватит времени на то, чтобы ухватиться за что-либо – за стену, дерево, кустарник, столб, или просто сбалансировать. </w:t>
      </w:r>
      <w:proofErr w:type="spellStart"/>
      <w:r>
        <w:t>He</w:t>
      </w:r>
      <w:proofErr w:type="spellEnd"/>
      <w:r>
        <w:t xml:space="preserve"> только в гололед, но в сильный мороз опасно ходить в обуви на кожаной подошве, так как она сильно скользит. Поэтому рекомендуется сразу после покупки новой обуви сделать на подошву тонкую резиновую наклейку, которая и предупредит падение, и сбережет обувь.</w:t>
      </w:r>
    </w:p>
    <w:p w:rsidR="00034C68" w:rsidRDefault="00034C68" w:rsidP="00034C68">
      <w:pPr>
        <w:pStyle w:val="book"/>
        <w:jc w:val="both"/>
      </w:pPr>
      <w:r w:rsidRPr="007E058A">
        <w:rPr>
          <w:b/>
        </w:rPr>
        <w:t>2.</w:t>
      </w:r>
      <w:r>
        <w:t xml:space="preserve"> Чтобы увеличить сцепление со льдом, существует немало незатейливых народных средств. Можно перед выходом приклеить лейкопластырем кусок поролона по размеру каблука или наклеить лейкопластырь (изоляционную ленту) на сухую подошву и каблук (крест-накрест или лесенкой) и перед выходом натереть песком. Рекомендуется также натереть наждачной бумагой подошву перед выходом или приклеить ее на подошву. Можно вырезать два резиновых кольца и надеть на обувь от подъема ноги до каблучной части подошвы. В продаже сейчас появились </w:t>
      </w:r>
      <w:proofErr w:type="spellStart"/>
      <w:r>
        <w:t>зацепы-ледоступы</w:t>
      </w:r>
      <w:proofErr w:type="spellEnd"/>
      <w:r>
        <w:t xml:space="preserve"> – металлические пластинки с зубчиками, которые надевают на носки обуви</w:t>
      </w:r>
    </w:p>
    <w:p w:rsidR="00034C68" w:rsidRDefault="00034C68" w:rsidP="00034C68">
      <w:pPr>
        <w:pStyle w:val="book"/>
        <w:jc w:val="both"/>
      </w:pPr>
      <w:r w:rsidRPr="007E058A">
        <w:rPr>
          <w:b/>
        </w:rPr>
        <w:t>3.</w:t>
      </w:r>
      <w:r>
        <w:t xml:space="preserve"> При падении мышцы должны быть максимально напряжены. Падая, старайтесь сжаться в комок, подберите руки, втяните голову в плечи, стремитесь падать на бок, а, коснувшись земли, обязательно перекатиться: удар, таким образом, растянется и израсходует свою силу на верчение. И, конечно, падая, сразу отбрасывайте в сторону </w:t>
      </w:r>
      <w:proofErr w:type="spellStart"/>
      <w:r>
        <w:t>сумки</w:t>
      </w:r>
      <w:proofErr w:type="gramStart"/>
      <w:r>
        <w:t>,п</w:t>
      </w:r>
      <w:proofErr w:type="gramEnd"/>
      <w:r>
        <w:t>ортфели</w:t>
      </w:r>
      <w:proofErr w:type="spellEnd"/>
      <w:r>
        <w:t xml:space="preserve"> которые вы несли: старайтесь уберечь себя, а не вещи.</w:t>
      </w:r>
    </w:p>
    <w:p w:rsidR="00034C68" w:rsidRDefault="00034C68" w:rsidP="00034C68">
      <w:pPr>
        <w:pStyle w:val="book"/>
        <w:jc w:val="both"/>
      </w:pPr>
      <w:r w:rsidRPr="007E058A">
        <w:rPr>
          <w:b/>
        </w:rPr>
        <w:t>4.</w:t>
      </w:r>
      <w:r>
        <w:t xml:space="preserve"> Наилучшая профилактика против возможных падений и их последствий – занятия физкультурой. Ведь падение, как правило, внезапно, а на всякую внезапность быстрее реагирует тот, кто хорошо подготовлен физически. Тренировки воспитывают умение сохранить равновесие, координировать движения, укрепляют мышцы и связки.</w:t>
      </w:r>
    </w:p>
    <w:p w:rsidR="00034C68" w:rsidRDefault="00034C68" w:rsidP="00034C68">
      <w:pPr>
        <w:pStyle w:val="book"/>
        <w:jc w:val="both"/>
      </w:pPr>
      <w:r w:rsidRPr="007E058A">
        <w:rPr>
          <w:b/>
        </w:rPr>
        <w:t>5.</w:t>
      </w:r>
      <w:r>
        <w:t xml:space="preserve"> Сосульки – эти «украшения» карнизов наших жилых домов и других строений – таят в себе потенциальную чрезвычайную ситуацию. Многие </w:t>
      </w:r>
      <w:r w:rsidR="00961606">
        <w:t>здания</w:t>
      </w:r>
      <w:r>
        <w:t xml:space="preserve"> имеют покатую крышу, карниз которой выступает над протоптанной дорожкой тротуара. В этом случае постоянно угрожают не только острые пики сосулек, но и настоящие снежные лавины, которые в любой момент могут обрушиться на головы пешеходов, не подозревающих о нависшей опасности</w:t>
      </w:r>
      <w:proofErr w:type="gramStart"/>
      <w:r>
        <w:t xml:space="preserve"> .</w:t>
      </w:r>
      <w:bookmarkStart w:id="0" w:name="t10"/>
      <w:bookmarkEnd w:id="0"/>
      <w:proofErr w:type="gramEnd"/>
      <w:r>
        <w:t xml:space="preserve"> Надо быть нам всем очень внимательными и не ходить под нависшими над головой сосульками и обходить подальше места возможного схода снежных лавин с крыши зданий. </w:t>
      </w:r>
    </w:p>
    <w:p w:rsidR="00034C68" w:rsidRDefault="00034C68" w:rsidP="00034C68">
      <w:pPr>
        <w:jc w:val="both"/>
      </w:pPr>
    </w:p>
    <w:p w:rsidR="006236F1" w:rsidRDefault="006236F1"/>
    <w:sectPr w:rsidR="006236F1" w:rsidSect="00255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34C68"/>
    <w:rsid w:val="00034C68"/>
    <w:rsid w:val="00255543"/>
    <w:rsid w:val="003A362F"/>
    <w:rsid w:val="0059039C"/>
    <w:rsid w:val="006236F1"/>
    <w:rsid w:val="007441BF"/>
    <w:rsid w:val="007B6408"/>
    <w:rsid w:val="00867F51"/>
    <w:rsid w:val="00895009"/>
    <w:rsid w:val="008D13E1"/>
    <w:rsid w:val="00961606"/>
    <w:rsid w:val="00AA0E3E"/>
    <w:rsid w:val="00D119FE"/>
    <w:rsid w:val="00D13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554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34C6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qFormat/>
    <w:rsid w:val="00034C68"/>
    <w:rPr>
      <w:i/>
      <w:iCs/>
    </w:rPr>
  </w:style>
  <w:style w:type="paragraph" w:customStyle="1" w:styleId="book">
    <w:name w:val="book"/>
    <w:basedOn w:val="a"/>
    <w:rsid w:val="00034C6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420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«Согласовано»</vt:lpstr>
    </vt:vector>
  </TitlesOfParts>
  <Company>МОУ СОШ 1</Company>
  <LinksUpToDate>false</LinksUpToDate>
  <CharactersWithSpaces>2959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«Согласовано»</dc:title>
  <dc:creator>Стас</dc:creator>
  <cp:lastModifiedBy>IT</cp:lastModifiedBy>
  <cp:revision>6</cp:revision>
  <dcterms:created xsi:type="dcterms:W3CDTF">2012-12-13T09:21:00Z</dcterms:created>
  <dcterms:modified xsi:type="dcterms:W3CDTF">2012-12-19T09:55:00Z</dcterms:modified>
</cp:coreProperties>
</file>